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D9B7CC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50BF8A2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2A1E">
        <w:rPr>
          <w:rFonts w:ascii="Corbel" w:hAnsi="Corbel"/>
          <w:i/>
          <w:smallCaps/>
          <w:sz w:val="24"/>
          <w:szCs w:val="24"/>
        </w:rPr>
        <w:t>20</w:t>
      </w:r>
      <w:r w:rsidR="00216195">
        <w:rPr>
          <w:rFonts w:ascii="Corbel" w:hAnsi="Corbel"/>
          <w:i/>
          <w:smallCaps/>
          <w:sz w:val="24"/>
          <w:szCs w:val="24"/>
        </w:rPr>
        <w:t>19</w:t>
      </w:r>
      <w:r w:rsidR="00C72A1E">
        <w:rPr>
          <w:rFonts w:ascii="Corbel" w:hAnsi="Corbel"/>
          <w:i/>
          <w:smallCaps/>
          <w:sz w:val="24"/>
          <w:szCs w:val="24"/>
        </w:rPr>
        <w:t>-202</w:t>
      </w:r>
      <w:r w:rsidR="00216195">
        <w:rPr>
          <w:rFonts w:ascii="Corbel" w:hAnsi="Corbel"/>
          <w:i/>
          <w:smallCaps/>
          <w:sz w:val="24"/>
          <w:szCs w:val="24"/>
        </w:rPr>
        <w:t>1</w:t>
      </w:r>
    </w:p>
    <w:p w14:paraId="4D4AA3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36C160A" w14:textId="687C71C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72A1E">
        <w:rPr>
          <w:rFonts w:ascii="Corbel" w:hAnsi="Corbel"/>
          <w:sz w:val="20"/>
          <w:szCs w:val="20"/>
        </w:rPr>
        <w:t>202</w:t>
      </w:r>
      <w:r w:rsidR="00216195">
        <w:rPr>
          <w:rFonts w:ascii="Corbel" w:hAnsi="Corbel"/>
          <w:sz w:val="20"/>
          <w:szCs w:val="20"/>
        </w:rPr>
        <w:t>0</w:t>
      </w:r>
      <w:r w:rsidR="00C72A1E">
        <w:rPr>
          <w:rFonts w:ascii="Corbel" w:hAnsi="Corbel"/>
          <w:sz w:val="20"/>
          <w:szCs w:val="20"/>
        </w:rPr>
        <w:t>/202</w:t>
      </w:r>
      <w:r w:rsidR="00216195">
        <w:rPr>
          <w:rFonts w:ascii="Corbel" w:hAnsi="Corbel"/>
          <w:sz w:val="20"/>
          <w:szCs w:val="20"/>
        </w:rPr>
        <w:t>1</w:t>
      </w:r>
    </w:p>
    <w:p w14:paraId="249653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091F598E" w:rsidR="0085747A" w:rsidRPr="009C54AE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Programy wsparcia dla osób niepełnosprawnych intelektualnie i chorych psychicznie</w:t>
            </w:r>
          </w:p>
        </w:tc>
      </w:tr>
      <w:tr w:rsidR="0085747A" w:rsidRPr="009C54AE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65FA5226" w:rsidR="0085747A" w:rsidRPr="007A6759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393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1E393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E3938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DC565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003786BB" w:rsidR="0085747A" w:rsidRPr="009C54AE" w:rsidRDefault="001E3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93A0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9C54AE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E21B96" w14:textId="77777777" w:rsidTr="001E39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CC12F0" w14:textId="77777777" w:rsidTr="001E39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5A6E7FBC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30435031" w:rsidR="00015B8F" w:rsidRPr="009C54AE" w:rsidRDefault="001E3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4C1EDE0D" w:rsidR="0085747A" w:rsidRPr="00081939" w:rsidRDefault="001E3938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>
        <w:rPr>
          <w:rFonts w:ascii="MS Gothic" w:eastAsia="MS Gothic" w:hAnsi="MS Gothic" w:cs="MS Gothic"/>
          <w:bCs/>
          <w:szCs w:val="24"/>
          <w:u w:val="single"/>
        </w:rPr>
        <w:t xml:space="preserve"> </w:t>
      </w:r>
      <w:r w:rsidR="0085747A" w:rsidRPr="00081939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908C41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9A4B1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F9DC6" w14:textId="77777777" w:rsidTr="00745302">
        <w:tc>
          <w:tcPr>
            <w:tcW w:w="9670" w:type="dxa"/>
          </w:tcPr>
          <w:p w14:paraId="099DD84C" w14:textId="717C73A3" w:rsidR="0085747A" w:rsidRPr="009C54AE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wiedzy o rozwoju biopsychicznym człowieka w cyklu życia, Psychologia ogólna i rozwojowa, Socjologia rodziny</w:t>
            </w:r>
          </w:p>
        </w:tc>
      </w:tr>
    </w:tbl>
    <w:p w14:paraId="45D477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C54AE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1E3938" w:rsidRDefault="00832049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9C54AE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9C54AE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1E3938" w:rsidRDefault="00DF7045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4C2F10F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A6DAA7" w14:textId="77777777" w:rsidTr="005E6E85">
        <w:tc>
          <w:tcPr>
            <w:tcW w:w="1701" w:type="dxa"/>
          </w:tcPr>
          <w:p w14:paraId="4741B410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6AFE284F" w:rsidR="0085747A" w:rsidRPr="001E3938" w:rsidRDefault="00AE024B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72D01D" w14:textId="5E496F1F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K_W04</w:t>
            </w:r>
          </w:p>
        </w:tc>
      </w:tr>
      <w:tr w:rsidR="0085747A" w:rsidRPr="009C54AE" w14:paraId="198A82D5" w14:textId="77777777" w:rsidTr="005E6E85">
        <w:tc>
          <w:tcPr>
            <w:tcW w:w="1701" w:type="dxa"/>
          </w:tcPr>
          <w:p w14:paraId="1A1F04B9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40853BEE" w:rsidR="0085747A" w:rsidRPr="001E3938" w:rsidRDefault="00995A87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K_W11</w:t>
            </w:r>
          </w:p>
        </w:tc>
      </w:tr>
      <w:tr w:rsidR="0085747A" w:rsidRPr="009C54AE" w14:paraId="34F445F6" w14:textId="77777777" w:rsidTr="001E3938">
        <w:trPr>
          <w:trHeight w:val="910"/>
        </w:trPr>
        <w:tc>
          <w:tcPr>
            <w:tcW w:w="1701" w:type="dxa"/>
          </w:tcPr>
          <w:p w14:paraId="71C9ECEF" w14:textId="7671ED14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</w:t>
            </w:r>
            <w:r w:rsidR="00A26326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C1101C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077EDF" w:rsidRPr="001E3938">
              <w:rPr>
                <w:rFonts w:ascii="Corbel" w:hAnsi="Corbel"/>
                <w:color w:val="000000"/>
                <w:sz w:val="24"/>
                <w:szCs w:val="24"/>
              </w:rPr>
              <w:t>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03166A04" w14:textId="67535DDD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6855AAC" w14:textId="3814CE44" w:rsidR="001E3938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</w:t>
            </w:r>
            <w:r w:rsidR="005D4868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</w:p>
        </w:tc>
      </w:tr>
      <w:tr w:rsidR="001E3938" w:rsidRPr="009C54AE" w14:paraId="7262C725" w14:textId="77777777" w:rsidTr="005E6E85">
        <w:trPr>
          <w:trHeight w:val="1040"/>
        </w:trPr>
        <w:tc>
          <w:tcPr>
            <w:tcW w:w="1701" w:type="dxa"/>
          </w:tcPr>
          <w:p w14:paraId="19FB7EB5" w14:textId="6DFA5F65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6096" w:type="dxa"/>
          </w:tcPr>
          <w:p w14:paraId="60389269" w14:textId="23C883A5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otrafi tworzyć międzygrupowe sieci współpracy i komunikować się na poziomie mikro-</w:t>
            </w:r>
            <w:proofErr w:type="spellStart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mezzo</w:t>
            </w:r>
            <w:proofErr w:type="spellEnd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 xml:space="preserve"> i makro otoczenia, wykorzystując różne kanały informacyjne, w zakresie wsparcia  osób niepełnosprawnych intelektualnie i chorych psychicznie</w:t>
            </w:r>
          </w:p>
        </w:tc>
        <w:tc>
          <w:tcPr>
            <w:tcW w:w="1873" w:type="dxa"/>
          </w:tcPr>
          <w:p w14:paraId="7555A9DF" w14:textId="08EDDC5D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K_K08</w:t>
            </w:r>
          </w:p>
        </w:tc>
      </w:tr>
    </w:tbl>
    <w:p w14:paraId="1A2C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1A8DD" w14:textId="77777777" w:rsidTr="00923D7D">
        <w:tc>
          <w:tcPr>
            <w:tcW w:w="9639" w:type="dxa"/>
          </w:tcPr>
          <w:p w14:paraId="2D8200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23760E" w14:textId="77777777" w:rsidTr="00923D7D">
        <w:tc>
          <w:tcPr>
            <w:tcW w:w="9639" w:type="dxa"/>
          </w:tcPr>
          <w:p w14:paraId="2AC816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73E3C1" w14:textId="77777777" w:rsidTr="00923D7D">
        <w:tc>
          <w:tcPr>
            <w:tcW w:w="9639" w:type="dxa"/>
          </w:tcPr>
          <w:p w14:paraId="4074E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6BDD8F" w14:textId="77777777" w:rsidTr="00923D7D">
        <w:tc>
          <w:tcPr>
            <w:tcW w:w="9639" w:type="dxa"/>
          </w:tcPr>
          <w:p w14:paraId="7BF559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00DAC" w14:textId="77777777" w:rsidTr="00AF4430">
        <w:tc>
          <w:tcPr>
            <w:tcW w:w="9520" w:type="dxa"/>
          </w:tcPr>
          <w:p w14:paraId="3BE56A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C54AE" w14:paraId="676B23F6" w14:textId="77777777" w:rsidTr="00AF4430">
        <w:tc>
          <w:tcPr>
            <w:tcW w:w="9520" w:type="dxa"/>
          </w:tcPr>
          <w:p w14:paraId="13596457" w14:textId="424A264F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Niepełnosprawność w sensie biologicznym, społecznym i prawnym</w:t>
            </w:r>
          </w:p>
        </w:tc>
      </w:tr>
      <w:tr w:rsidR="00AF4430" w:rsidRPr="009C54AE" w14:paraId="497CB3CF" w14:textId="77777777" w:rsidTr="00AF4430">
        <w:tc>
          <w:tcPr>
            <w:tcW w:w="9520" w:type="dxa"/>
          </w:tcPr>
          <w:p w14:paraId="144F83B7" w14:textId="43B86C33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Problemy i potrzeby osób z zaburzeniami psychicznymi oraz ich funkcjonowanie w rodzinie i społeczeństwie</w:t>
            </w:r>
          </w:p>
        </w:tc>
      </w:tr>
      <w:tr w:rsidR="00AF4430" w:rsidRPr="009C54AE" w14:paraId="4E10B4D4" w14:textId="77777777" w:rsidTr="00AF4430">
        <w:tc>
          <w:tcPr>
            <w:tcW w:w="9520" w:type="dxa"/>
          </w:tcPr>
          <w:p w14:paraId="143A224F" w14:textId="4896F4D9" w:rsidR="00AF4430" w:rsidRDefault="00AF4430" w:rsidP="00AF4430">
            <w:pPr>
              <w:pStyle w:val="Akapitzlist"/>
              <w:spacing w:after="0" w:line="240" w:lineRule="auto"/>
              <w:ind w:left="0"/>
            </w:pPr>
            <w:r w:rsidRPr="00E14840">
              <w:lastRenderedPageBreak/>
              <w:t>Problematyka wsparcia społecznego osób niepełnosprawnych intelektualnie i psychicznie w wybranych aktach prawnych</w:t>
            </w:r>
          </w:p>
          <w:p w14:paraId="6F856268" w14:textId="77777777" w:rsidR="001E3938" w:rsidRDefault="001E3938" w:rsidP="001E3938">
            <w:pPr>
              <w:spacing w:after="0" w:line="240" w:lineRule="auto"/>
            </w:pPr>
            <w:r>
              <w:t>Podstawy prawne wsparcia dla osób niepełnosprawnych i psychicznie chorych. Zadania administracji rządowej i samorządowej</w:t>
            </w:r>
          </w:p>
          <w:p w14:paraId="6B1D2498" w14:textId="77777777" w:rsidR="001E3938" w:rsidRDefault="001E3938" w:rsidP="001E3938">
            <w:pPr>
              <w:spacing w:after="0" w:line="240" w:lineRule="auto"/>
            </w:pPr>
            <w:r>
              <w:t>Pomoc społeczna i usługi na rzecz rodzin z osobą niepełnosprawną intelektualnie i chorą psychicznie</w:t>
            </w:r>
          </w:p>
          <w:p w14:paraId="5811BBF3" w14:textId="77777777" w:rsidR="001E3938" w:rsidRDefault="001E3938" w:rsidP="001E3938">
            <w:pPr>
              <w:spacing w:after="0" w:line="240" w:lineRule="auto"/>
            </w:pPr>
            <w:r>
              <w:t>Instytucje świadczące pomoc na rzecz osób niepełnosprawnych intelektualnie i chorych psychicznie</w:t>
            </w:r>
          </w:p>
          <w:p w14:paraId="3B64464C" w14:textId="77777777" w:rsidR="001E3938" w:rsidRDefault="001E3938" w:rsidP="001E3938">
            <w:pPr>
              <w:spacing w:after="0" w:line="240" w:lineRule="auto"/>
            </w:pPr>
            <w:r>
              <w:t>Pracownik socjalny jako organizator i koordynator środowiskowego programu pomocy i wsparcia dla rodzin z problemem niepełnosprawności</w:t>
            </w:r>
          </w:p>
          <w:p w14:paraId="10E9B677" w14:textId="77777777" w:rsidR="001E3938" w:rsidRDefault="001E3938" w:rsidP="001E3938">
            <w:pPr>
              <w:spacing w:after="0" w:line="240" w:lineRule="auto"/>
            </w:pPr>
            <w:r>
              <w:t>Standardy pracy socjalnej z osobami niepełnosprawnymi oraz ich rodzinami</w:t>
            </w:r>
          </w:p>
          <w:p w14:paraId="7109B970" w14:textId="77777777" w:rsidR="001E3938" w:rsidRDefault="001E3938" w:rsidP="001E3938">
            <w:pPr>
              <w:spacing w:after="0" w:line="240" w:lineRule="auto"/>
            </w:pPr>
            <w:r>
              <w:t>Podmioty ekonomii społecznej i organizacje pozarządowe w systemie wsparcia i integracji osób z zaburzeniami psychicznymi</w:t>
            </w:r>
          </w:p>
          <w:p w14:paraId="500AEC1B" w14:textId="0BB80661" w:rsidR="00AF4430" w:rsidRPr="001E3938" w:rsidRDefault="001E3938" w:rsidP="00AF4430">
            <w:pPr>
              <w:pStyle w:val="Akapitzlist"/>
              <w:spacing w:after="0" w:line="240" w:lineRule="auto"/>
              <w:ind w:left="0"/>
            </w:pPr>
            <w: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Ćwiczenia: </w:t>
      </w:r>
      <w:r w:rsidRPr="00153C41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analiza tekstów z dyskusją,  praca w grupach</w:t>
      </w:r>
    </w:p>
    <w:p w14:paraId="458C4F8E" w14:textId="1942A3B9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103491" w14:textId="77777777" w:rsidTr="00C05F44">
        <w:tc>
          <w:tcPr>
            <w:tcW w:w="1985" w:type="dxa"/>
          </w:tcPr>
          <w:p w14:paraId="1E29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</w:p>
          <w:p w14:paraId="2FA79984" w14:textId="1FE8B30C" w:rsidR="003B12DE" w:rsidRPr="003B12DE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3C379A62" w:rsidR="000152B4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42369CFB" w14:textId="77777777" w:rsidTr="00C05F44">
        <w:tc>
          <w:tcPr>
            <w:tcW w:w="1985" w:type="dxa"/>
          </w:tcPr>
          <w:p w14:paraId="2698584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55A19C51" w14:textId="77777777" w:rsidR="000152B4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34BD5D77" w14:textId="2E759E4B" w:rsidR="001E3938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0EA677" w14:textId="77777777" w:rsidR="000152B4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9C54AE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6689C7B2" w:rsidR="0085747A" w:rsidRPr="009C54AE" w:rsidRDefault="005740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4311A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6FBE04" w14:textId="77777777" w:rsidTr="00923D7D">
        <w:tc>
          <w:tcPr>
            <w:tcW w:w="9670" w:type="dxa"/>
          </w:tcPr>
          <w:p w14:paraId="3290F2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22883C" w14:textId="77777777" w:rsidR="00CB2EE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73175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aktywność  w trakcie zajęć</w:t>
            </w:r>
          </w:p>
          <w:p w14:paraId="7DC6E26C" w14:textId="012296DC" w:rsidR="00923D7D" w:rsidRPr="009C54AE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51E941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53BF00" w14:textId="77777777" w:rsidTr="00923D7D">
        <w:tc>
          <w:tcPr>
            <w:tcW w:w="4962" w:type="dxa"/>
          </w:tcPr>
          <w:p w14:paraId="62059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020238DE" w:rsidR="0085747A" w:rsidRPr="009C54AE" w:rsidRDefault="001E3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C340D1C" w14:textId="77777777" w:rsidTr="00923D7D">
        <w:tc>
          <w:tcPr>
            <w:tcW w:w="4962" w:type="dxa"/>
          </w:tcPr>
          <w:p w14:paraId="66D33A5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6853995" w14:textId="77777777" w:rsidTr="00923D7D">
        <w:tc>
          <w:tcPr>
            <w:tcW w:w="4962" w:type="dxa"/>
          </w:tcPr>
          <w:p w14:paraId="63E7B8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0EC7CFE1" w:rsidR="00C61DC5" w:rsidRPr="009C54AE" w:rsidRDefault="001E3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43</w:t>
            </w:r>
          </w:p>
        </w:tc>
      </w:tr>
      <w:tr w:rsidR="0085747A" w:rsidRPr="009C54AE" w14:paraId="4F10DAD1" w14:textId="77777777" w:rsidTr="00923D7D">
        <w:tc>
          <w:tcPr>
            <w:tcW w:w="4962" w:type="dxa"/>
          </w:tcPr>
          <w:p w14:paraId="5FFED0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B20E5" w14:textId="77777777" w:rsidTr="00923D7D">
        <w:tc>
          <w:tcPr>
            <w:tcW w:w="4962" w:type="dxa"/>
          </w:tcPr>
          <w:p w14:paraId="54A767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899EFC" w14:textId="4835424A" w:rsidR="0085747A" w:rsidRPr="009C54AE" w:rsidRDefault="0085747A" w:rsidP="00FF79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F79BF" w:rsidRPr="00742340" w14:paraId="2DEF466A" w14:textId="77777777" w:rsidTr="00FF79BF">
        <w:trPr>
          <w:trHeight w:val="397"/>
        </w:trPr>
        <w:tc>
          <w:tcPr>
            <w:tcW w:w="9497" w:type="dxa"/>
          </w:tcPr>
          <w:p w14:paraId="343F6D0E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477022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Jaunus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Warszawa: PZWL.</w:t>
            </w:r>
          </w:p>
          <w:p w14:paraId="4FA57BC0" w14:textId="77777777" w:rsidR="00FF79BF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8965D2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2413EED3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2BBDDDB6" w14:textId="77777777" w:rsidR="00FF79BF" w:rsidRPr="00742340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Wrona S.,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Rottermund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Wyższa Szkoła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Humanitas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FF79BF" w:rsidRPr="00742340" w14:paraId="60738FF3" w14:textId="77777777" w:rsidTr="00FF79BF">
        <w:trPr>
          <w:trHeight w:val="397"/>
        </w:trPr>
        <w:tc>
          <w:tcPr>
            <w:tcW w:w="9497" w:type="dxa"/>
          </w:tcPr>
          <w:p w14:paraId="4F6D2C4B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</w:t>
            </w:r>
            <w:bookmarkStart w:id="0" w:name="_GoBack"/>
            <w:bookmarkEnd w:id="0"/>
            <w:r w:rsidRPr="00185C35">
              <w:rPr>
                <w:rFonts w:ascii="Corbel" w:hAnsi="Corbel"/>
                <w:sz w:val="24"/>
                <w:szCs w:val="24"/>
              </w:rPr>
              <w:t>iająca:</w:t>
            </w:r>
          </w:p>
          <w:p w14:paraId="2A4926A5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Rynkowska,D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Błaszczuk,K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.(2014). </w:t>
            </w:r>
            <w:r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535C42E9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Rynkowska,D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Błaszczuk,K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157FBC9D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Świderska,M</w:t>
            </w:r>
            <w:proofErr w:type="spellEnd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A4E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9E50A" w14:textId="77777777" w:rsidR="00E468F7" w:rsidRDefault="00E468F7" w:rsidP="00C16ABF">
      <w:pPr>
        <w:spacing w:after="0" w:line="240" w:lineRule="auto"/>
      </w:pPr>
      <w:r>
        <w:separator/>
      </w:r>
    </w:p>
  </w:endnote>
  <w:endnote w:type="continuationSeparator" w:id="0">
    <w:p w14:paraId="37AB2EA1" w14:textId="77777777" w:rsidR="00E468F7" w:rsidRDefault="00E468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A67BD" w14:textId="77777777" w:rsidR="00E468F7" w:rsidRDefault="00E468F7" w:rsidP="00C16ABF">
      <w:pPr>
        <w:spacing w:after="0" w:line="240" w:lineRule="auto"/>
      </w:pPr>
      <w:r>
        <w:separator/>
      </w:r>
    </w:p>
  </w:footnote>
  <w:footnote w:type="continuationSeparator" w:id="0">
    <w:p w14:paraId="5E956A2C" w14:textId="77777777" w:rsidR="00E468F7" w:rsidRDefault="00E468F7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E3938"/>
    <w:rsid w:val="001E7259"/>
    <w:rsid w:val="001F2CA2"/>
    <w:rsid w:val="00201140"/>
    <w:rsid w:val="002144C0"/>
    <w:rsid w:val="0021619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163F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740A2"/>
    <w:rsid w:val="0059484D"/>
    <w:rsid w:val="005A0855"/>
    <w:rsid w:val="005A133C"/>
    <w:rsid w:val="005A3196"/>
    <w:rsid w:val="005C080F"/>
    <w:rsid w:val="005C55E5"/>
    <w:rsid w:val="005C696A"/>
    <w:rsid w:val="005D4868"/>
    <w:rsid w:val="005E6E85"/>
    <w:rsid w:val="005F31D2"/>
    <w:rsid w:val="0061029B"/>
    <w:rsid w:val="00617230"/>
    <w:rsid w:val="00621CE1"/>
    <w:rsid w:val="00627FC9"/>
    <w:rsid w:val="00636D97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25985"/>
    <w:rsid w:val="00832049"/>
    <w:rsid w:val="008449B3"/>
    <w:rsid w:val="008552A2"/>
    <w:rsid w:val="0085747A"/>
    <w:rsid w:val="00866E04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6142"/>
    <w:rsid w:val="00B135B1"/>
    <w:rsid w:val="00B3130B"/>
    <w:rsid w:val="00B339AF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C0FC3"/>
    <w:rsid w:val="00CD42D9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C5651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468F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AA929-603D-4E8C-B3F0-7521A85EF4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E811DD-BF39-49AB-90A5-C98F7423D05D}"/>
</file>

<file path=customXml/itemProps3.xml><?xml version="1.0" encoding="utf-8"?>
<ds:datastoreItem xmlns:ds="http://schemas.openxmlformats.org/officeDocument/2006/customXml" ds:itemID="{6F2258DA-8421-4CA0-9D59-898B5E280270}"/>
</file>

<file path=customXml/itemProps4.xml><?xml version="1.0" encoding="utf-8"?>
<ds:datastoreItem xmlns:ds="http://schemas.openxmlformats.org/officeDocument/2006/customXml" ds:itemID="{9E11C40A-3E11-44B9-B54F-EBD5B2D9266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10</cp:revision>
  <cp:lastPrinted>2019-02-06T12:12:00Z</cp:lastPrinted>
  <dcterms:created xsi:type="dcterms:W3CDTF">2021-09-30T21:51:00Z</dcterms:created>
  <dcterms:modified xsi:type="dcterms:W3CDTF">2021-10-02T11:29:00Z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